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4721CC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  <w:bookmarkStart w:id="0" w:name="_GoBack"/>
      <w:bookmarkEnd w:id="0"/>
    </w:p>
    <w:p w:rsidR="009301A0" w:rsidRPr="00F834DE" w:rsidRDefault="001D1E2B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9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FB7BBF">
        <w:rPr>
          <w:rFonts w:ascii="Arial Narrow" w:hAnsi="Arial Narrow"/>
          <w:noProof/>
          <w:sz w:val="22"/>
          <w:lang w:val="de-DE"/>
        </w:rPr>
        <w:t>14.05.2012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1D1E2B">
        <w:rPr>
          <w:rFonts w:ascii="Arial Narrow" w:hAnsi="Arial Narrow"/>
          <w:sz w:val="22"/>
          <w:lang w:val="de-DE"/>
        </w:rPr>
        <w:t>14</w:t>
      </w:r>
      <w:r w:rsidR="00570616">
        <w:rPr>
          <w:rFonts w:ascii="Arial Narrow" w:hAnsi="Arial Narrow"/>
          <w:sz w:val="22"/>
          <w:lang w:val="de-DE"/>
        </w:rPr>
        <w:t>.05.2012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13:00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>Anna Nowicki</w:t>
      </w:r>
    </w:p>
    <w:p w:rsidR="008743D8" w:rsidRPr="00F834DE" w:rsidRDefault="00B2115E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CB5BD5">
        <w:rPr>
          <w:rFonts w:ascii="Arial Narrow" w:hAnsi="Arial Narrow"/>
          <w:sz w:val="22"/>
          <w:lang w:val="de-DE"/>
        </w:rPr>
        <w:t>D</w:t>
      </w:r>
      <w:r w:rsidR="00E83E7E">
        <w:rPr>
          <w:rFonts w:ascii="Arial Narrow" w:hAnsi="Arial Narrow"/>
          <w:sz w:val="22"/>
          <w:lang w:val="de-DE"/>
        </w:rPr>
        <w:t xml:space="preserve">avid Schröpfer, Benedikt </w:t>
      </w:r>
      <w:r w:rsidR="00CB5BD5">
        <w:rPr>
          <w:rFonts w:ascii="Arial Narrow" w:hAnsi="Arial Narrow"/>
          <w:sz w:val="22"/>
          <w:lang w:val="de-DE"/>
        </w:rPr>
        <w:t>Recktenwald,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95240A">
        <w:rPr>
          <w:rFonts w:ascii="Arial Narrow" w:hAnsi="Arial Narrow"/>
          <w:sz w:val="22"/>
          <w:lang w:val="de-DE"/>
        </w:rPr>
        <w:t xml:space="preserve"> Matthias Kaufmann</w:t>
      </w:r>
      <w:r w:rsidR="00345E29">
        <w:rPr>
          <w:rFonts w:ascii="Arial Narrow" w:hAnsi="Arial Narrow"/>
          <w:sz w:val="22"/>
          <w:lang w:val="de-DE"/>
        </w:rPr>
        <w:t>, Florian Fischer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 w:rsidR="00AD6A47">
        <w:rPr>
          <w:rFonts w:ascii="Arial Narrow" w:hAnsi="Arial Narrow"/>
          <w:sz w:val="22"/>
          <w:lang w:val="de-DE"/>
        </w:rPr>
        <w:t>Matthias Kaufmann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1D1E2B">
        <w:rPr>
          <w:rFonts w:ascii="Arial Narrow" w:hAnsi="Arial Narrow"/>
          <w:sz w:val="22"/>
          <w:lang w:val="de-DE"/>
        </w:rPr>
        <w:t>Benedikt Göpfert</w:t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FE6CBB">
        <w:rPr>
          <w:rFonts w:ascii="Arial Narrow" w:hAnsi="Arial Narrow"/>
          <w:b/>
          <w:sz w:val="22"/>
          <w:lang w:val="de-DE"/>
        </w:rPr>
        <w:t>5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>Sabine Heizmann</w:t>
      </w:r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  <w:r w:rsidR="000A6413" w:rsidRPr="00CB5BD5">
        <w:rPr>
          <w:rFonts w:ascii="Arial Narrow" w:hAnsi="Arial Narrow"/>
          <w:sz w:val="22"/>
          <w:lang w:val="de-DE"/>
        </w:rPr>
        <w:t>Dimitri So</w:t>
      </w:r>
      <w:r w:rsidR="000A6413">
        <w:rPr>
          <w:rFonts w:ascii="Arial Narrow" w:hAnsi="Arial Narrow"/>
          <w:sz w:val="22"/>
          <w:lang w:val="de-DE"/>
        </w:rPr>
        <w:t>rokine, Maritta Kämmerer, Janine Woytera, Bastian Ludwig</w:t>
      </w:r>
      <w:r w:rsidR="009141B2">
        <w:rPr>
          <w:rFonts w:ascii="Arial Narrow" w:hAnsi="Arial Narrow"/>
          <w:sz w:val="22"/>
          <w:lang w:val="de-DE"/>
        </w:rPr>
        <w:t xml:space="preserve">, </w:t>
      </w:r>
      <w:r w:rsidR="009141B2" w:rsidRPr="00B2115E">
        <w:rPr>
          <w:rFonts w:ascii="Arial Narrow" w:hAnsi="Arial Narrow"/>
          <w:sz w:val="22"/>
          <w:lang w:val="de-DE"/>
        </w:rPr>
        <w:t>, Dennis Franz, Susanne Schmidt, Dennis Breitenbach, Anna Kyc, Benedikt Göpfert</w:t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9143A" w:rsidRDefault="00312F4D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89143A" w:rsidRDefault="00312F4D" w:rsidP="0089143A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89143A">
        <w:rPr>
          <w:rFonts w:ascii="Arial Narrow" w:hAnsi="Arial Narrow"/>
          <w:sz w:val="22"/>
          <w:szCs w:val="22"/>
          <w:lang w:val="de-DE"/>
        </w:rPr>
        <w:t>Begrüßung</w:t>
      </w:r>
    </w:p>
    <w:p w:rsidR="0089143A" w:rsidRDefault="00FD2F2E" w:rsidP="0089143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Es sind </w:t>
      </w:r>
      <w:r w:rsidR="00FE6CBB">
        <w:rPr>
          <w:rFonts w:ascii="Arial Narrow" w:hAnsi="Arial Narrow"/>
          <w:sz w:val="22"/>
          <w:szCs w:val="22"/>
          <w:lang w:val="de-DE"/>
        </w:rPr>
        <w:t>5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95240A" w:rsidRDefault="00CF0EE6" w:rsidP="00E11781">
      <w:pPr>
        <w:pStyle w:val="WortmarkeFu"/>
        <w:numPr>
          <w:ilvl w:val="0"/>
          <w:numId w:val="7"/>
        </w:numPr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570616" w:rsidRPr="0089143A" w:rsidRDefault="00570616" w:rsidP="00570616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</w:p>
    <w:p w:rsidR="00EA6605" w:rsidRPr="001D1E2B" w:rsidRDefault="00570616" w:rsidP="001D1E2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</w:t>
      </w:r>
    </w:p>
    <w:p w:rsidR="00570616" w:rsidRDefault="001D1E2B" w:rsidP="001D1E2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         -  Wahl zum übergeifenden Vorsitz…</w:t>
      </w:r>
      <w:r w:rsidR="000E7482">
        <w:rPr>
          <w:rFonts w:ascii="Arial Narrow" w:hAnsi="Arial Narrow"/>
          <w:sz w:val="22"/>
          <w:lang w:val="de-DE"/>
        </w:rPr>
        <w:t xml:space="preserve"> -&gt;</w:t>
      </w:r>
      <w:r w:rsidR="00747482">
        <w:rPr>
          <w:rFonts w:ascii="Arial Narrow" w:hAnsi="Arial Narrow"/>
          <w:sz w:val="22"/>
          <w:lang w:val="de-DE"/>
        </w:rPr>
        <w:t>vertagt wegen Mitgliedermangel</w:t>
      </w:r>
    </w:p>
    <w:p w:rsidR="00570616" w:rsidRPr="0089143A" w:rsidRDefault="00570616" w:rsidP="0057061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0A1838" w:rsidRPr="000A1838" w:rsidRDefault="000A1838" w:rsidP="000A183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Newsletter</w:t>
      </w:r>
      <w:r w:rsidR="00DA22F2">
        <w:rPr>
          <w:rFonts w:ascii="Arial Narrow" w:hAnsi="Arial Narrow"/>
          <w:sz w:val="22"/>
          <w:lang w:val="de-DE"/>
        </w:rPr>
        <w:t xml:space="preserve"> </w:t>
      </w:r>
      <w:r w:rsidR="0089143A">
        <w:rPr>
          <w:rFonts w:ascii="Arial Narrow" w:hAnsi="Arial Narrow"/>
          <w:sz w:val="22"/>
          <w:lang w:val="de-DE"/>
        </w:rPr>
        <w:t>Nachbesprechung</w:t>
      </w:r>
      <w:r w:rsidR="001D1E2B">
        <w:rPr>
          <w:rFonts w:ascii="Arial Narrow" w:hAnsi="Arial Narrow"/>
          <w:sz w:val="22"/>
          <w:lang w:val="de-DE"/>
        </w:rPr>
        <w:t xml:space="preserve"> </w:t>
      </w:r>
    </w:p>
    <w:p w:rsidR="001D1E2B" w:rsidRDefault="001D1E2B" w:rsidP="001D1E2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         -  alle Artikel fertig? Mit Bildern? Bitte an Sunny mailen (Format egal, ich kopiere den Text eh in ein Dokument)</w:t>
      </w:r>
    </w:p>
    <w:p w:rsidR="001D1E2B" w:rsidRDefault="00AD6A47" w:rsidP="001D1E2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Die von Bene, Dennis Breitenbach und Anni fehlen noch. Hinweis per Mail da nicht anwesend.</w:t>
      </w: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AD6A47" w:rsidRPr="00AD6A47" w:rsidRDefault="001D1E2B" w:rsidP="00AD6A47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Geplatzt: Bergfest, Frühlingsfest, Aescolap, Daimler -&gt; Warum?</w:t>
      </w:r>
      <w:r w:rsidR="00AD6A47">
        <w:rPr>
          <w:rFonts w:ascii="Arial Narrow" w:hAnsi="Arial Narrow"/>
          <w:sz w:val="22"/>
          <w:lang w:val="de-DE"/>
        </w:rPr>
        <w:t xml:space="preserve"> Wasen: zu teuer, 3 Maß zuviel, Hähnchen wollen auch nicht alle. Andere: Leute haben teilweise die Anmeldung verschlafen</w:t>
      </w:r>
    </w:p>
    <w:p w:rsidR="00512E0A" w:rsidRDefault="00901F26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Ausfahrt ins </w:t>
      </w:r>
      <w:r w:rsidR="00FA282B">
        <w:rPr>
          <w:rFonts w:ascii="Arial Narrow" w:hAnsi="Arial Narrow"/>
          <w:sz w:val="22"/>
          <w:lang w:val="de-DE"/>
        </w:rPr>
        <w:t>OKAY</w:t>
      </w:r>
      <w:r>
        <w:rPr>
          <w:rFonts w:ascii="Arial Narrow" w:hAnsi="Arial Narrow"/>
          <w:sz w:val="22"/>
          <w:lang w:val="de-DE"/>
        </w:rPr>
        <w:t xml:space="preserve"> Donaueschingen (</w:t>
      </w:r>
      <w:r w:rsidR="00203EAE">
        <w:rPr>
          <w:rFonts w:ascii="Arial Narrow" w:hAnsi="Arial Narrow"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>)</w:t>
      </w:r>
      <w:r w:rsidR="00570616">
        <w:rPr>
          <w:rFonts w:ascii="Arial Narrow" w:hAnsi="Arial Narrow"/>
          <w:sz w:val="22"/>
          <w:lang w:val="de-DE"/>
        </w:rPr>
        <w:t xml:space="preserve"> – </w:t>
      </w:r>
      <w:r w:rsidR="001D1E2B">
        <w:rPr>
          <w:rFonts w:ascii="Arial Narrow" w:hAnsi="Arial Narrow"/>
          <w:sz w:val="22"/>
          <w:lang w:val="de-DE"/>
        </w:rPr>
        <w:t xml:space="preserve">Steht schon ein Termin? </w:t>
      </w:r>
      <w:r w:rsidR="00AD6A47">
        <w:rPr>
          <w:rFonts w:ascii="Arial Narrow" w:hAnsi="Arial Narrow"/>
          <w:sz w:val="22"/>
          <w:lang w:val="de-DE"/>
        </w:rPr>
        <w:t>-&gt;angedacht ist anfang Juni, die Sauf-Veranstaltungen waren immer gut besucht</w:t>
      </w:r>
      <w:r w:rsidR="00FE6CBB">
        <w:rPr>
          <w:rFonts w:ascii="Arial Narrow" w:hAnsi="Arial Narrow"/>
          <w:sz w:val="22"/>
          <w:lang w:val="de-DE"/>
        </w:rPr>
        <w:t xml:space="preserve"> deshalb bieten wir es an</w:t>
      </w:r>
    </w:p>
    <w:p w:rsidR="00450E0E" w:rsidRPr="0089143A" w:rsidRDefault="001D1E2B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Freiburg (Dani, Elli</w:t>
      </w:r>
      <w:r w:rsidR="000A1838">
        <w:rPr>
          <w:rFonts w:ascii="Arial Narrow" w:hAnsi="Arial Narrow"/>
          <w:sz w:val="22"/>
          <w:lang w:val="de-DE"/>
        </w:rPr>
        <w:t>)</w:t>
      </w:r>
      <w:r w:rsidR="00A6514D">
        <w:rPr>
          <w:rFonts w:ascii="Arial Narrow" w:hAnsi="Arial Narrow"/>
          <w:sz w:val="22"/>
          <w:lang w:val="de-DE"/>
        </w:rPr>
        <w:t xml:space="preserve"> – 23.05, </w:t>
      </w:r>
      <w:r w:rsidR="00AD6A47">
        <w:rPr>
          <w:rFonts w:ascii="Arial Narrow" w:hAnsi="Arial Narrow"/>
          <w:sz w:val="22"/>
          <w:lang w:val="de-DE"/>
        </w:rPr>
        <w:t>Plakate sind gedruckt, werden aufgehängt, Facebook-Veranstaltung ist erstellt. Anmeldung/Kartenverkauf in der Mittagspause im Asta, da sollte dann immer jemand da sein</w:t>
      </w:r>
    </w:p>
    <w:p w:rsidR="001D1E2B" w:rsidRDefault="001D1E2B" w:rsidP="001D1E2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16F07" w:rsidRDefault="00FA282B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>berzüge für alte Cafete</w:t>
      </w:r>
      <w:r w:rsidR="00AE4D7E">
        <w:rPr>
          <w:rFonts w:ascii="Arial Narrow" w:hAnsi="Arial Narrow"/>
          <w:sz w:val="22"/>
          <w:lang w:val="de-DE"/>
        </w:rPr>
        <w:t xml:space="preserve"> (Anni, Bene)</w:t>
      </w:r>
      <w:r w:rsidR="00FE6CBB">
        <w:rPr>
          <w:rFonts w:ascii="Arial Narrow" w:hAnsi="Arial Narrow"/>
          <w:sz w:val="22"/>
          <w:lang w:val="de-DE"/>
        </w:rPr>
        <w:t xml:space="preserve"> Anmerkung von Micha: das große mehrteilige Sofa ist nur eine Leihgabe von Alexander Schreminzki, der ist dieses Semester fertig und holt es dann evtl.</w:t>
      </w:r>
      <w:r w:rsidR="000E7482">
        <w:rPr>
          <w:rFonts w:ascii="Arial Narrow" w:hAnsi="Arial Narrow"/>
          <w:sz w:val="22"/>
          <w:lang w:val="de-DE"/>
        </w:rPr>
        <w:t xml:space="preserve"> Anna schreibt ihm mal ne Mail</w:t>
      </w:r>
    </w:p>
    <w:p w:rsidR="0095240A" w:rsidRDefault="001D1E2B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Themenabende: </w:t>
      </w:r>
      <w:r w:rsidR="00196379">
        <w:rPr>
          <w:rFonts w:ascii="Arial Narrow" w:hAnsi="Arial Narrow"/>
          <w:sz w:val="22"/>
          <w:lang w:val="de-DE"/>
        </w:rPr>
        <w:t xml:space="preserve">Guitar Hero </w:t>
      </w:r>
      <w:r w:rsidR="00FE6CBB">
        <w:rPr>
          <w:rFonts w:ascii="Arial Narrow" w:hAnsi="Arial Narrow"/>
          <w:sz w:val="22"/>
          <w:lang w:val="de-DE"/>
        </w:rPr>
        <w:t>-&gt;24.5. ist die alte Cafete belegt, Sabine meint freitags ist immer frei; Freitags will aber wahrscheinlich niemand kommen wegen Heimfahren usw. Beim nächsten Meeting Termin überlegen.</w:t>
      </w:r>
    </w:p>
    <w:p w:rsidR="00796A51" w:rsidRDefault="0089143A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Molton beantragen</w:t>
      </w:r>
      <w:r w:rsidR="00EF1F98">
        <w:rPr>
          <w:rFonts w:ascii="Arial Narrow" w:hAnsi="Arial Narrow"/>
          <w:sz w:val="22"/>
          <w:lang w:val="de-DE"/>
        </w:rPr>
        <w:t xml:space="preserve"> – David ist dran</w:t>
      </w:r>
    </w:p>
    <w:p w:rsidR="001D1E2B" w:rsidRDefault="001D1E2B" w:rsidP="001D1E2B">
      <w:pPr>
        <w:pStyle w:val="WortmarkeFu"/>
        <w:numPr>
          <w:ilvl w:val="0"/>
          <w:numId w:val="1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1D1E2B">
        <w:rPr>
          <w:rFonts w:ascii="Arial Narrow" w:hAnsi="Arial Narrow"/>
          <w:sz w:val="22"/>
          <w:lang w:val="de-DE"/>
        </w:rPr>
        <w:t xml:space="preserve">DM-Party: Wer unterstützt Anna und Dennis bei der Sachgüterausgabe, da </w:t>
      </w:r>
      <w:r>
        <w:rPr>
          <w:rFonts w:ascii="Arial Narrow" w:hAnsi="Arial Narrow"/>
          <w:sz w:val="22"/>
          <w:lang w:val="de-DE"/>
        </w:rPr>
        <w:t>sie</w:t>
      </w:r>
      <w:r w:rsidRPr="001D1E2B">
        <w:rPr>
          <w:rFonts w:ascii="Arial Narrow" w:hAnsi="Arial Narrow"/>
          <w:sz w:val="22"/>
          <w:lang w:val="de-DE"/>
        </w:rPr>
        <w:t xml:space="preserve"> nicht wissen, wo alles ist?</w:t>
      </w:r>
    </w:p>
    <w:p w:rsidR="00FE6CBB" w:rsidRDefault="00FE6CBB" w:rsidP="00FE6CBB">
      <w:pPr>
        <w:pStyle w:val="WortmarkeFu"/>
        <w:numPr>
          <w:ilvl w:val="0"/>
          <w:numId w:val="13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Bene Göpfert ist ja sowieso bei der Partyorga dabei, Dennis Franz hat Erfahrung mit der Bar, Zeit?</w:t>
      </w:r>
    </w:p>
    <w:p w:rsidR="00FE6CBB" w:rsidRPr="001D1E2B" w:rsidRDefault="00FE6CBB" w:rsidP="00FE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Anna kann ab 17 Uhr da sein, Matze ist evtl da</w:t>
      </w:r>
      <w:r w:rsidR="00D431C6">
        <w:rPr>
          <w:rFonts w:ascii="Arial Narrow" w:hAnsi="Arial Narrow"/>
          <w:sz w:val="22"/>
          <w:lang w:val="de-DE"/>
        </w:rPr>
        <w:t>, auf jeden fall telefonisch erreichbar (aber hat keine Ahnung was man da machen muss)</w:t>
      </w:r>
    </w:p>
    <w:p w:rsidR="001D1E2B" w:rsidRDefault="001D1E2B" w:rsidP="001D1E2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1D1E2B" w:rsidRPr="001D1E2B" w:rsidRDefault="00203EAE" w:rsidP="001D1E2B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A6514D">
        <w:rPr>
          <w:rFonts w:ascii="Arial Narrow" w:hAnsi="Arial Narrow"/>
          <w:sz w:val="22"/>
          <w:lang w:val="de-DE"/>
        </w:rPr>
        <w:t>Verfasste Studierendenschaft</w:t>
      </w:r>
      <w:r w:rsidR="00D3197A">
        <w:rPr>
          <w:rFonts w:ascii="Arial Narrow" w:hAnsi="Arial Narrow"/>
          <w:sz w:val="22"/>
          <w:lang w:val="de-DE"/>
        </w:rPr>
        <w:t xml:space="preserve"> -&gt;vertagt</w:t>
      </w:r>
    </w:p>
    <w:sectPr w:rsidR="001D1E2B" w:rsidRPr="001D1E2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413" w:rsidRDefault="000A6413">
      <w:pPr>
        <w:spacing w:line="20" w:lineRule="exact"/>
      </w:pPr>
    </w:p>
  </w:endnote>
  <w:endnote w:type="continuationSeparator" w:id="0">
    <w:p w:rsidR="000A6413" w:rsidRDefault="000A641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0A6413" w:rsidRDefault="000A641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413" w:rsidRDefault="000A6413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0A6413" w:rsidRDefault="000A6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413" w:rsidRDefault="000A6413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A6413" w:rsidRDefault="000A6413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A6413" w:rsidRPr="00CF0EE6" w:rsidRDefault="000A6413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SS12</w:t>
    </w:r>
    <w:r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23.04.2012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431C6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A6413" w:rsidRPr="00CF0EE6" w:rsidRDefault="000A6413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A6413" w:rsidRPr="00CF0EE6" w:rsidRDefault="000A6413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A6413" w:rsidRPr="00CF0EE6" w:rsidRDefault="000A6413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6CAB"/>
    <w:multiLevelType w:val="hybridMultilevel"/>
    <w:tmpl w:val="52422A2E"/>
    <w:lvl w:ilvl="0" w:tplc="04070017">
      <w:start w:val="1"/>
      <w:numFmt w:val="lowerLetter"/>
      <w:lvlText w:val="%1)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F1773F2"/>
    <w:multiLevelType w:val="hybridMultilevel"/>
    <w:tmpl w:val="A4D87F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">
    <w:nsid w:val="505048EB"/>
    <w:multiLevelType w:val="hybridMultilevel"/>
    <w:tmpl w:val="6108D3AA"/>
    <w:lvl w:ilvl="0" w:tplc="78A015EC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2304FE"/>
    <w:multiLevelType w:val="hybridMultilevel"/>
    <w:tmpl w:val="5FDCD2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8093F"/>
    <w:multiLevelType w:val="hybridMultilevel"/>
    <w:tmpl w:val="7FA679E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DC71CB"/>
    <w:multiLevelType w:val="hybridMultilevel"/>
    <w:tmpl w:val="B024FF22"/>
    <w:lvl w:ilvl="0" w:tplc="0407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D117A4"/>
    <w:multiLevelType w:val="hybridMultilevel"/>
    <w:tmpl w:val="A1ACDD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82356"/>
    <w:multiLevelType w:val="hybridMultilevel"/>
    <w:tmpl w:val="EFD43AC2"/>
    <w:lvl w:ilvl="0" w:tplc="B8867DA0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B5360F4"/>
    <w:multiLevelType w:val="hybridMultilevel"/>
    <w:tmpl w:val="9DF68CA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E44A5"/>
    <w:multiLevelType w:val="hybridMultilevel"/>
    <w:tmpl w:val="5E94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77BB"/>
    <w:rsid w:val="00094624"/>
    <w:rsid w:val="00095F7F"/>
    <w:rsid w:val="000A1838"/>
    <w:rsid w:val="000A4FD2"/>
    <w:rsid w:val="000A6413"/>
    <w:rsid w:val="000C2A6E"/>
    <w:rsid w:val="000C4DCC"/>
    <w:rsid w:val="000D74D9"/>
    <w:rsid w:val="000E7482"/>
    <w:rsid w:val="00103636"/>
    <w:rsid w:val="00123128"/>
    <w:rsid w:val="001364FA"/>
    <w:rsid w:val="0014473D"/>
    <w:rsid w:val="00144E86"/>
    <w:rsid w:val="00196379"/>
    <w:rsid w:val="001C7E80"/>
    <w:rsid w:val="001D1E2B"/>
    <w:rsid w:val="001D3317"/>
    <w:rsid w:val="001F2C89"/>
    <w:rsid w:val="00203683"/>
    <w:rsid w:val="00203EAE"/>
    <w:rsid w:val="00211E26"/>
    <w:rsid w:val="00273332"/>
    <w:rsid w:val="00274830"/>
    <w:rsid w:val="002B1A01"/>
    <w:rsid w:val="002D090B"/>
    <w:rsid w:val="002E7327"/>
    <w:rsid w:val="00310FD9"/>
    <w:rsid w:val="00311F62"/>
    <w:rsid w:val="00312F4D"/>
    <w:rsid w:val="003339C0"/>
    <w:rsid w:val="0034237A"/>
    <w:rsid w:val="00345E29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721CC"/>
    <w:rsid w:val="00487AF4"/>
    <w:rsid w:val="00495DE7"/>
    <w:rsid w:val="004D1F62"/>
    <w:rsid w:val="00501683"/>
    <w:rsid w:val="00512E0A"/>
    <w:rsid w:val="005147B1"/>
    <w:rsid w:val="00521955"/>
    <w:rsid w:val="005610C9"/>
    <w:rsid w:val="00570616"/>
    <w:rsid w:val="005B1C22"/>
    <w:rsid w:val="005C7FD8"/>
    <w:rsid w:val="005D114E"/>
    <w:rsid w:val="005E718F"/>
    <w:rsid w:val="00602994"/>
    <w:rsid w:val="00606F9B"/>
    <w:rsid w:val="00630FE3"/>
    <w:rsid w:val="00686ECB"/>
    <w:rsid w:val="006A01E2"/>
    <w:rsid w:val="006A0B75"/>
    <w:rsid w:val="006A0CE7"/>
    <w:rsid w:val="006A2577"/>
    <w:rsid w:val="006A6E9D"/>
    <w:rsid w:val="006B6CBB"/>
    <w:rsid w:val="006C4D68"/>
    <w:rsid w:val="006F55D7"/>
    <w:rsid w:val="007173E9"/>
    <w:rsid w:val="00733F99"/>
    <w:rsid w:val="007364E7"/>
    <w:rsid w:val="00742C7E"/>
    <w:rsid w:val="00747482"/>
    <w:rsid w:val="00756449"/>
    <w:rsid w:val="00761B22"/>
    <w:rsid w:val="00766556"/>
    <w:rsid w:val="00784186"/>
    <w:rsid w:val="00796A51"/>
    <w:rsid w:val="007B1EB9"/>
    <w:rsid w:val="007C767B"/>
    <w:rsid w:val="007D46E4"/>
    <w:rsid w:val="007D7C7C"/>
    <w:rsid w:val="007E031D"/>
    <w:rsid w:val="007E2D75"/>
    <w:rsid w:val="007F047A"/>
    <w:rsid w:val="007F0833"/>
    <w:rsid w:val="00802C4B"/>
    <w:rsid w:val="008046FF"/>
    <w:rsid w:val="00813522"/>
    <w:rsid w:val="00843F45"/>
    <w:rsid w:val="008457B3"/>
    <w:rsid w:val="008743D8"/>
    <w:rsid w:val="00884D5C"/>
    <w:rsid w:val="0088791C"/>
    <w:rsid w:val="0089143A"/>
    <w:rsid w:val="008B10D2"/>
    <w:rsid w:val="008B7C1E"/>
    <w:rsid w:val="008C250E"/>
    <w:rsid w:val="008D16EC"/>
    <w:rsid w:val="008F4EA7"/>
    <w:rsid w:val="008F7364"/>
    <w:rsid w:val="00901F26"/>
    <w:rsid w:val="009141B2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07B2B"/>
    <w:rsid w:val="00A448D9"/>
    <w:rsid w:val="00A44D35"/>
    <w:rsid w:val="00A6514D"/>
    <w:rsid w:val="00A77EE1"/>
    <w:rsid w:val="00A87E62"/>
    <w:rsid w:val="00A92BFC"/>
    <w:rsid w:val="00A94BC2"/>
    <w:rsid w:val="00AA53B7"/>
    <w:rsid w:val="00AD49CC"/>
    <w:rsid w:val="00AD6A47"/>
    <w:rsid w:val="00AE1613"/>
    <w:rsid w:val="00AE4D7E"/>
    <w:rsid w:val="00AE757F"/>
    <w:rsid w:val="00B2115E"/>
    <w:rsid w:val="00B25462"/>
    <w:rsid w:val="00B262CA"/>
    <w:rsid w:val="00B31937"/>
    <w:rsid w:val="00BC2765"/>
    <w:rsid w:val="00BD4307"/>
    <w:rsid w:val="00BE1515"/>
    <w:rsid w:val="00C1435E"/>
    <w:rsid w:val="00C22F83"/>
    <w:rsid w:val="00C46942"/>
    <w:rsid w:val="00C52CAE"/>
    <w:rsid w:val="00C60DAE"/>
    <w:rsid w:val="00C63840"/>
    <w:rsid w:val="00CA5DF7"/>
    <w:rsid w:val="00CB5BD5"/>
    <w:rsid w:val="00CD4FC1"/>
    <w:rsid w:val="00CD7327"/>
    <w:rsid w:val="00CF0EE6"/>
    <w:rsid w:val="00D3197A"/>
    <w:rsid w:val="00D431C6"/>
    <w:rsid w:val="00D55BFE"/>
    <w:rsid w:val="00D62D7D"/>
    <w:rsid w:val="00D803B9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6A27"/>
    <w:rsid w:val="00E81768"/>
    <w:rsid w:val="00E83E7E"/>
    <w:rsid w:val="00E945D0"/>
    <w:rsid w:val="00E97E93"/>
    <w:rsid w:val="00EA30A5"/>
    <w:rsid w:val="00EA6605"/>
    <w:rsid w:val="00EB31F2"/>
    <w:rsid w:val="00ED0916"/>
    <w:rsid w:val="00ED0EA1"/>
    <w:rsid w:val="00EF1F98"/>
    <w:rsid w:val="00EF3AA6"/>
    <w:rsid w:val="00F074C3"/>
    <w:rsid w:val="00F15EEB"/>
    <w:rsid w:val="00F834DE"/>
    <w:rsid w:val="00FA282B"/>
    <w:rsid w:val="00FB7BBF"/>
    <w:rsid w:val="00FD2F2E"/>
    <w:rsid w:val="00FE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2011_12_1.dotx</Template>
  <TotalTime>0</TotalTime>
  <Pages>2</Pages>
  <Words>338</Words>
  <Characters>2134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goepfert</dc:creator>
  <cp:lastModifiedBy>Matthias</cp:lastModifiedBy>
  <cp:revision>9</cp:revision>
  <cp:lastPrinted>2012-05-07T11:00:00Z</cp:lastPrinted>
  <dcterms:created xsi:type="dcterms:W3CDTF">2012-05-14T11:15:00Z</dcterms:created>
  <dcterms:modified xsi:type="dcterms:W3CDTF">2012-05-14T11:41:00Z</dcterms:modified>
</cp:coreProperties>
</file>